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D658B" w14:textId="34AF68FF" w:rsidR="00A97363" w:rsidRPr="00AA73A1" w:rsidRDefault="00A97363" w:rsidP="00A97363">
      <w:pPr>
        <w:jc w:val="center"/>
        <w:rPr>
          <w:rFonts w:ascii="Arial" w:hAnsi="Arial" w:cs="Arial"/>
          <w:spacing w:val="-10"/>
          <w:kern w:val="28"/>
          <w:szCs w:val="20"/>
        </w:rPr>
      </w:pPr>
      <w:r w:rsidRPr="00AA73A1">
        <w:rPr>
          <w:rFonts w:ascii="Arial" w:hAnsi="Arial" w:cs="Arial"/>
          <w:b/>
          <w:spacing w:val="-10"/>
          <w:kern w:val="28"/>
          <w:szCs w:val="20"/>
        </w:rPr>
        <w:t xml:space="preserve">Příloha č. 2a) Technická specifikace </w:t>
      </w:r>
    </w:p>
    <w:p w14:paraId="37FD5931" w14:textId="77777777" w:rsidR="00A97363" w:rsidRPr="00AA73A1" w:rsidRDefault="00A97363" w:rsidP="00A97363">
      <w:pPr>
        <w:jc w:val="both"/>
        <w:rPr>
          <w:rFonts w:ascii="Arial" w:hAnsi="Arial" w:cs="Arial"/>
          <w:szCs w:val="20"/>
        </w:rPr>
      </w:pPr>
    </w:p>
    <w:p w14:paraId="0D538286" w14:textId="60024459" w:rsidR="00A97363" w:rsidRDefault="00A97363" w:rsidP="00A97363">
      <w:pPr>
        <w:jc w:val="center"/>
        <w:rPr>
          <w:rFonts w:ascii="Arial" w:hAnsi="Arial" w:cs="Arial"/>
          <w:b/>
          <w:szCs w:val="20"/>
        </w:rPr>
      </w:pPr>
      <w:r w:rsidRPr="00AA73A1">
        <w:rPr>
          <w:rFonts w:ascii="Arial" w:hAnsi="Arial" w:cs="Arial"/>
          <w:b/>
          <w:szCs w:val="20"/>
        </w:rPr>
        <w:t>„Dodávky ú</w:t>
      </w:r>
      <w:r w:rsidRPr="00AA73A1">
        <w:rPr>
          <w:rFonts w:ascii="Arial" w:hAnsi="Arial" w:cs="Arial"/>
          <w:b/>
          <w:iCs/>
          <w:szCs w:val="20"/>
        </w:rPr>
        <w:t>klidových vozíků pro Krajskou zdravotní, a.s., 2024</w:t>
      </w:r>
      <w:r w:rsidRPr="00AA73A1">
        <w:rPr>
          <w:rFonts w:ascii="Arial" w:hAnsi="Arial" w:cs="Arial"/>
          <w:b/>
          <w:szCs w:val="20"/>
        </w:rPr>
        <w:t xml:space="preserve"> – část 1: Vozíky na tříděný odpad a prádlo“</w:t>
      </w:r>
    </w:p>
    <w:p w14:paraId="52050224" w14:textId="77777777" w:rsidR="00AA73A1" w:rsidRPr="00AA73A1" w:rsidRDefault="00AA73A1" w:rsidP="00A97363">
      <w:pPr>
        <w:jc w:val="center"/>
        <w:rPr>
          <w:rFonts w:ascii="Arial" w:hAnsi="Arial" w:cs="Arial"/>
          <w:b/>
          <w:szCs w:val="20"/>
        </w:rPr>
      </w:pPr>
      <w:bookmarkStart w:id="0" w:name="_GoBack"/>
      <w:bookmarkEnd w:id="0"/>
    </w:p>
    <w:p w14:paraId="57C2FA5D" w14:textId="77777777" w:rsidR="00A97363" w:rsidRPr="00AA73A1" w:rsidRDefault="00A97363" w:rsidP="00A97363">
      <w:pPr>
        <w:jc w:val="center"/>
        <w:rPr>
          <w:rFonts w:ascii="Arial" w:hAnsi="Arial" w:cs="Arial"/>
          <w:sz w:val="20"/>
          <w:szCs w:val="20"/>
        </w:rPr>
      </w:pPr>
    </w:p>
    <w:p w14:paraId="6E0B97A7" w14:textId="77777777" w:rsidR="00A97363" w:rsidRPr="00AA73A1" w:rsidRDefault="00A97363" w:rsidP="00A97363">
      <w:pPr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>Tento dokument přesně definuje požadavky zadavatele na předmět plnění výše uvedené veřejné zakázky.</w:t>
      </w:r>
    </w:p>
    <w:p w14:paraId="4DC5C1A7" w14:textId="77777777" w:rsidR="00A97363" w:rsidRPr="00AA73A1" w:rsidRDefault="00A97363" w:rsidP="00A97363">
      <w:pPr>
        <w:rPr>
          <w:rFonts w:ascii="Arial" w:hAnsi="Arial" w:cs="Arial"/>
          <w:sz w:val="20"/>
          <w:szCs w:val="20"/>
        </w:rPr>
      </w:pPr>
    </w:p>
    <w:p w14:paraId="24128ADA" w14:textId="6A7D4C46" w:rsidR="00A97363" w:rsidRPr="00AA73A1" w:rsidRDefault="00A97363" w:rsidP="00A97363">
      <w:pPr>
        <w:rPr>
          <w:rFonts w:ascii="Arial" w:hAnsi="Arial" w:cs="Arial"/>
          <w:b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>Položka č. 1 –</w:t>
      </w:r>
      <w:r w:rsidRPr="00AA73A1">
        <w:rPr>
          <w:rFonts w:ascii="Arial" w:hAnsi="Arial" w:cs="Arial"/>
          <w:b/>
          <w:sz w:val="20"/>
          <w:szCs w:val="20"/>
        </w:rPr>
        <w:t xml:space="preserve"> Vozík na třídění odpadu a prádla – 120</w:t>
      </w:r>
      <w:r w:rsidR="00901845" w:rsidRPr="00AA73A1">
        <w:rPr>
          <w:rFonts w:ascii="Arial" w:hAnsi="Arial" w:cs="Arial"/>
          <w:b/>
          <w:sz w:val="20"/>
          <w:szCs w:val="20"/>
        </w:rPr>
        <w:t xml:space="preserve"> </w:t>
      </w:r>
      <w:r w:rsidRPr="00AA73A1">
        <w:rPr>
          <w:rFonts w:ascii="Arial" w:hAnsi="Arial" w:cs="Arial"/>
          <w:b/>
          <w:sz w:val="20"/>
          <w:szCs w:val="20"/>
        </w:rPr>
        <w:t>l</w:t>
      </w:r>
    </w:p>
    <w:p w14:paraId="76658FA7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ocelová konstrukce, povrchová úprava chrom; </w:t>
      </w:r>
    </w:p>
    <w:p w14:paraId="3144FE4B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nožní ovládání víka; </w:t>
      </w:r>
    </w:p>
    <w:p w14:paraId="3EDC4A34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objem vaku 120 l; </w:t>
      </w:r>
    </w:p>
    <w:p w14:paraId="24178742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čtyři otočná kola, z toho dvě s brzdou, plastové nárazníky; </w:t>
      </w:r>
    </w:p>
    <w:p w14:paraId="35ACA4B3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rozměry: 108 x 51 x 52 cm; </w:t>
      </w:r>
    </w:p>
    <w:p w14:paraId="3B3749EF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>možnost výběru barvy víka dle nabídky dodavatele.</w:t>
      </w:r>
    </w:p>
    <w:p w14:paraId="531C26AC" w14:textId="77777777" w:rsidR="00A97363" w:rsidRPr="00AA73A1" w:rsidRDefault="00A97363" w:rsidP="00A97363">
      <w:pPr>
        <w:pStyle w:val="Odstavecseseznamem"/>
        <w:ind w:left="426"/>
        <w:rPr>
          <w:rFonts w:ascii="Arial" w:hAnsi="Arial" w:cs="Arial"/>
          <w:sz w:val="20"/>
          <w:szCs w:val="20"/>
        </w:rPr>
      </w:pPr>
    </w:p>
    <w:p w14:paraId="16FAD879" w14:textId="68095DB3" w:rsidR="00A97363" w:rsidRPr="00AA73A1" w:rsidRDefault="00A97363" w:rsidP="00A97363">
      <w:pPr>
        <w:rPr>
          <w:rFonts w:ascii="Arial" w:hAnsi="Arial" w:cs="Arial"/>
          <w:b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Položka č. 2 – </w:t>
      </w:r>
      <w:r w:rsidRPr="00AA73A1">
        <w:rPr>
          <w:rFonts w:ascii="Arial" w:hAnsi="Arial" w:cs="Arial"/>
          <w:b/>
          <w:sz w:val="20"/>
          <w:szCs w:val="20"/>
        </w:rPr>
        <w:t>Vozík na třídění odpadu a prádla – 80</w:t>
      </w:r>
      <w:r w:rsidR="00901845" w:rsidRPr="00AA73A1">
        <w:rPr>
          <w:rFonts w:ascii="Arial" w:hAnsi="Arial" w:cs="Arial"/>
          <w:b/>
          <w:sz w:val="20"/>
          <w:szCs w:val="20"/>
        </w:rPr>
        <w:t xml:space="preserve"> </w:t>
      </w:r>
      <w:r w:rsidRPr="00AA73A1">
        <w:rPr>
          <w:rFonts w:ascii="Arial" w:hAnsi="Arial" w:cs="Arial"/>
          <w:b/>
          <w:sz w:val="20"/>
          <w:szCs w:val="20"/>
        </w:rPr>
        <w:t>l</w:t>
      </w:r>
    </w:p>
    <w:p w14:paraId="304F61AA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ocelová konstrukce, povrchová úprava chrom; </w:t>
      </w:r>
    </w:p>
    <w:p w14:paraId="70628A13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nožní ovládání víka; </w:t>
      </w:r>
    </w:p>
    <w:p w14:paraId="0F57FA82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objem vaku 80 l; </w:t>
      </w:r>
    </w:p>
    <w:p w14:paraId="3D320D97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čtyři otočná kola, z toho dvě s brzdou, plastové nárazníky; </w:t>
      </w:r>
    </w:p>
    <w:p w14:paraId="444034D2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rozměry: 94 x 46 x (48-59) cm; </w:t>
      </w:r>
    </w:p>
    <w:p w14:paraId="6E372365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>možnost výběru barvy víka dle nabídky dodavatele.</w:t>
      </w:r>
    </w:p>
    <w:p w14:paraId="7900011D" w14:textId="77777777" w:rsidR="00A97363" w:rsidRPr="00AA73A1" w:rsidRDefault="00A97363" w:rsidP="00A97363">
      <w:pPr>
        <w:pStyle w:val="Odstavecseseznamem"/>
        <w:ind w:left="426"/>
        <w:rPr>
          <w:rFonts w:ascii="Arial" w:hAnsi="Arial" w:cs="Arial"/>
          <w:sz w:val="20"/>
          <w:szCs w:val="20"/>
        </w:rPr>
      </w:pPr>
    </w:p>
    <w:p w14:paraId="1037BF8E" w14:textId="3D99EC7E" w:rsidR="00A97363" w:rsidRPr="00AA73A1" w:rsidRDefault="00A97363" w:rsidP="00A97363">
      <w:pPr>
        <w:rPr>
          <w:rFonts w:ascii="Arial" w:hAnsi="Arial" w:cs="Arial"/>
          <w:b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Položka č. 3 – </w:t>
      </w:r>
      <w:r w:rsidRPr="00AA73A1">
        <w:rPr>
          <w:rFonts w:ascii="Arial" w:hAnsi="Arial" w:cs="Arial"/>
          <w:b/>
          <w:sz w:val="20"/>
          <w:szCs w:val="20"/>
        </w:rPr>
        <w:t>Vozík na třídění odpadu a prádla – 2 x 80</w:t>
      </w:r>
      <w:r w:rsidR="00901845" w:rsidRPr="00AA73A1">
        <w:rPr>
          <w:rFonts w:ascii="Arial" w:hAnsi="Arial" w:cs="Arial"/>
          <w:b/>
          <w:sz w:val="20"/>
          <w:szCs w:val="20"/>
        </w:rPr>
        <w:t xml:space="preserve"> </w:t>
      </w:r>
      <w:r w:rsidRPr="00AA73A1">
        <w:rPr>
          <w:rFonts w:ascii="Arial" w:hAnsi="Arial" w:cs="Arial"/>
          <w:b/>
          <w:sz w:val="20"/>
          <w:szCs w:val="20"/>
        </w:rPr>
        <w:t>l</w:t>
      </w:r>
    </w:p>
    <w:p w14:paraId="45BC748A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ocelová konstrukce, povrchová úprava chrom; </w:t>
      </w:r>
    </w:p>
    <w:p w14:paraId="69CFB6AF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nožní ovládání víka; </w:t>
      </w:r>
    </w:p>
    <w:p w14:paraId="60A04EA2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objem vaku 2 x 80 l; </w:t>
      </w:r>
    </w:p>
    <w:p w14:paraId="00F58EBF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čtyři otočná kola, z toho dvě s brzdou, plastové nárazníky; </w:t>
      </w:r>
    </w:p>
    <w:p w14:paraId="6771EC75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rozměry: 94 x (85-92) x (48-59) cm; </w:t>
      </w:r>
    </w:p>
    <w:p w14:paraId="188931C1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>možnost výběru barvy víka dle nabídky dodavatele.</w:t>
      </w:r>
    </w:p>
    <w:p w14:paraId="438145DD" w14:textId="77777777" w:rsidR="00A97363" w:rsidRPr="00AA73A1" w:rsidRDefault="00A97363" w:rsidP="00A97363">
      <w:pPr>
        <w:pStyle w:val="Odstavecseseznamem"/>
        <w:ind w:left="426"/>
        <w:rPr>
          <w:rFonts w:ascii="Arial" w:hAnsi="Arial" w:cs="Arial"/>
          <w:sz w:val="20"/>
          <w:szCs w:val="20"/>
        </w:rPr>
      </w:pPr>
    </w:p>
    <w:p w14:paraId="5162011B" w14:textId="6528476B" w:rsidR="00A97363" w:rsidRPr="00AA73A1" w:rsidRDefault="00A97363" w:rsidP="00A97363">
      <w:pPr>
        <w:rPr>
          <w:rFonts w:ascii="Arial" w:hAnsi="Arial" w:cs="Arial"/>
          <w:b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Položka č. 4 – </w:t>
      </w:r>
      <w:r w:rsidRPr="00AA73A1">
        <w:rPr>
          <w:rFonts w:ascii="Arial" w:hAnsi="Arial" w:cs="Arial"/>
          <w:b/>
          <w:sz w:val="20"/>
          <w:szCs w:val="20"/>
        </w:rPr>
        <w:t>Vozík na třídění odpadu a prádla – 3 x 80</w:t>
      </w:r>
      <w:r w:rsidR="00901845" w:rsidRPr="00AA73A1">
        <w:rPr>
          <w:rFonts w:ascii="Arial" w:hAnsi="Arial" w:cs="Arial"/>
          <w:b/>
          <w:sz w:val="20"/>
          <w:szCs w:val="20"/>
        </w:rPr>
        <w:t xml:space="preserve"> </w:t>
      </w:r>
      <w:r w:rsidRPr="00AA73A1">
        <w:rPr>
          <w:rFonts w:ascii="Arial" w:hAnsi="Arial" w:cs="Arial"/>
          <w:b/>
          <w:sz w:val="20"/>
          <w:szCs w:val="20"/>
        </w:rPr>
        <w:t>l</w:t>
      </w:r>
    </w:p>
    <w:p w14:paraId="37D15023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ocelová konstrukce, povrchová úprava chrom; </w:t>
      </w:r>
    </w:p>
    <w:p w14:paraId="73FC14B2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nožní ovládání víka; </w:t>
      </w:r>
    </w:p>
    <w:p w14:paraId="28B2E388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objem vaku 3 x 80 l; </w:t>
      </w:r>
    </w:p>
    <w:p w14:paraId="71CF9D6A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čtyři otočná kola, z toho dvě s brzdou, plastové nárazníky; </w:t>
      </w:r>
    </w:p>
    <w:p w14:paraId="44D6D083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rozměry: 94 x (124-135) x (48-59) cm; </w:t>
      </w:r>
    </w:p>
    <w:p w14:paraId="000A05BD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>možnost výběru barvy víka dle nabídky dodavatele.</w:t>
      </w:r>
    </w:p>
    <w:p w14:paraId="1B8AD677" w14:textId="77777777" w:rsidR="00A97363" w:rsidRPr="00AA73A1" w:rsidRDefault="00A97363" w:rsidP="00A97363">
      <w:pPr>
        <w:pStyle w:val="Odstavecseseznamem"/>
        <w:ind w:left="426"/>
        <w:rPr>
          <w:rFonts w:ascii="Arial" w:hAnsi="Arial" w:cs="Arial"/>
          <w:sz w:val="20"/>
          <w:szCs w:val="20"/>
        </w:rPr>
      </w:pPr>
    </w:p>
    <w:p w14:paraId="38524C8E" w14:textId="77777777" w:rsidR="00A97363" w:rsidRPr="00AA73A1" w:rsidRDefault="00A97363" w:rsidP="00A97363">
      <w:pPr>
        <w:rPr>
          <w:rFonts w:ascii="Arial" w:hAnsi="Arial" w:cs="Arial"/>
          <w:b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Položka č. 5 – </w:t>
      </w:r>
      <w:r w:rsidRPr="00AA73A1">
        <w:rPr>
          <w:rFonts w:ascii="Arial" w:hAnsi="Arial" w:cs="Arial"/>
          <w:b/>
          <w:sz w:val="20"/>
          <w:szCs w:val="20"/>
        </w:rPr>
        <w:t>Vozík na třídění odpadu a prádla – 3 x 120 l</w:t>
      </w:r>
    </w:p>
    <w:p w14:paraId="484FA2FA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ocelová konstrukce, povrchová úprava chrom; </w:t>
      </w:r>
    </w:p>
    <w:p w14:paraId="322C1DEC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nožní ovládání víka; </w:t>
      </w:r>
    </w:p>
    <w:p w14:paraId="6184BD0D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objem vaku: 3 x 120 l; </w:t>
      </w:r>
    </w:p>
    <w:p w14:paraId="3C557F27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min. čtyři otočná kola, z toho min. dvě s brzdou, plastové nárazníky; </w:t>
      </w:r>
    </w:p>
    <w:p w14:paraId="36FBD66E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rozměry: 108 x 155 x 51 cm; </w:t>
      </w:r>
    </w:p>
    <w:p w14:paraId="765E1CF0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>možnost výběru barvy víka dle nabídky dodavatele.</w:t>
      </w:r>
    </w:p>
    <w:p w14:paraId="1389215F" w14:textId="77777777" w:rsidR="00A97363" w:rsidRPr="00AA73A1" w:rsidRDefault="00A97363" w:rsidP="00A97363">
      <w:pPr>
        <w:pStyle w:val="Odstavecseseznamem"/>
        <w:ind w:left="426"/>
        <w:rPr>
          <w:rFonts w:ascii="Arial" w:hAnsi="Arial" w:cs="Arial"/>
          <w:sz w:val="20"/>
          <w:szCs w:val="20"/>
        </w:rPr>
      </w:pPr>
    </w:p>
    <w:p w14:paraId="0ED1E87F" w14:textId="77777777" w:rsidR="00A97363" w:rsidRPr="00AA73A1" w:rsidRDefault="00A97363" w:rsidP="00A97363">
      <w:pPr>
        <w:rPr>
          <w:rFonts w:ascii="Arial" w:hAnsi="Arial" w:cs="Arial"/>
          <w:b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Položka č. 6 – </w:t>
      </w:r>
      <w:r w:rsidRPr="00AA73A1">
        <w:rPr>
          <w:rFonts w:ascii="Arial" w:hAnsi="Arial" w:cs="Arial"/>
          <w:b/>
          <w:sz w:val="20"/>
          <w:szCs w:val="20"/>
        </w:rPr>
        <w:t>Vozík na třídění odpadu a prádla – 2 x 120 l</w:t>
      </w:r>
    </w:p>
    <w:p w14:paraId="25D0FF58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ocelová konstrukce, povrchová úprava chrom; </w:t>
      </w:r>
    </w:p>
    <w:p w14:paraId="5DE09714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nožní ovládání víka; </w:t>
      </w:r>
    </w:p>
    <w:p w14:paraId="0C10B861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lastRenderedPageBreak/>
        <w:t xml:space="preserve">objem vaku: 2 x 120 l; </w:t>
      </w:r>
    </w:p>
    <w:p w14:paraId="787E1A1B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min. čtyři otočná kola, z toho min. dvě s brzdou, plastové nárazníky; </w:t>
      </w:r>
    </w:p>
    <w:p w14:paraId="18BC78D8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rozměry: 108 x (101-108) x 51 cm; </w:t>
      </w:r>
    </w:p>
    <w:p w14:paraId="1174B3D7" w14:textId="77777777" w:rsidR="00A97363" w:rsidRPr="00AA73A1" w:rsidRDefault="00A97363" w:rsidP="00A97363">
      <w:pPr>
        <w:pStyle w:val="Odstavecseseznamem"/>
        <w:numPr>
          <w:ilvl w:val="0"/>
          <w:numId w:val="33"/>
        </w:numPr>
        <w:spacing w:after="160" w:line="259" w:lineRule="auto"/>
        <w:ind w:left="426" w:firstLine="0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>možnost výběru barvy víka dle nabídky dodavatele.</w:t>
      </w:r>
    </w:p>
    <w:p w14:paraId="4523E984" w14:textId="77777777" w:rsidR="00A97363" w:rsidRPr="00AA73A1" w:rsidRDefault="00A97363" w:rsidP="00A973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C23F74" w14:textId="77777777" w:rsidR="00A97363" w:rsidRPr="00AA73A1" w:rsidRDefault="00A97363" w:rsidP="00A973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08F817" w14:textId="77777777" w:rsidR="00A97363" w:rsidRPr="00AA73A1" w:rsidRDefault="00A97363" w:rsidP="00A973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Pokud není uvedeno jinak, rozměry jsou uváděny v pořadí </w:t>
      </w:r>
      <w:r w:rsidRPr="00AA73A1">
        <w:rPr>
          <w:rFonts w:ascii="Arial" w:hAnsi="Arial" w:cs="Arial"/>
          <w:b/>
          <w:sz w:val="20"/>
          <w:szCs w:val="20"/>
        </w:rPr>
        <w:t>výška x šířka x hloubka</w:t>
      </w:r>
      <w:r w:rsidRPr="00AA73A1">
        <w:rPr>
          <w:rFonts w:ascii="Arial" w:hAnsi="Arial" w:cs="Arial"/>
          <w:sz w:val="20"/>
          <w:szCs w:val="20"/>
        </w:rPr>
        <w:t>.</w:t>
      </w:r>
    </w:p>
    <w:p w14:paraId="232277FA" w14:textId="77777777" w:rsidR="00A97363" w:rsidRPr="00AA73A1" w:rsidRDefault="00A97363" w:rsidP="00A97363">
      <w:pPr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>Pokud není uvedeno jinak (např. uvedením požadavku na minimální nebo maximální hodnoty, intervalem nebo parametry), je v případě uvedení přesných parametrů akceptován toleranční rozsah ± 5%.</w:t>
      </w:r>
    </w:p>
    <w:p w14:paraId="7C6181C4" w14:textId="77777777" w:rsidR="00A97363" w:rsidRPr="00AA73A1" w:rsidRDefault="00A97363" w:rsidP="00A9736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3BC3523" w14:textId="77777777" w:rsidR="00A97363" w:rsidRPr="00AA73A1" w:rsidRDefault="00A97363" w:rsidP="00A9736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  <w:u w:val="single"/>
        </w:rPr>
        <w:t>Položky č. 1 – 6</w:t>
      </w:r>
      <w:r w:rsidRPr="00AA73A1">
        <w:rPr>
          <w:rFonts w:ascii="Arial" w:hAnsi="Arial" w:cs="Arial"/>
          <w:sz w:val="20"/>
          <w:szCs w:val="20"/>
        </w:rPr>
        <w:t xml:space="preserve">: </w:t>
      </w:r>
    </w:p>
    <w:p w14:paraId="264F6026" w14:textId="77777777" w:rsidR="00A97363" w:rsidRPr="00AA73A1" w:rsidRDefault="00A97363" w:rsidP="00A97363">
      <w:pPr>
        <w:pStyle w:val="Odstavecseseznamem"/>
        <w:numPr>
          <w:ilvl w:val="0"/>
          <w:numId w:val="34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>zadavatel požaduje barevné varianty víka min. v provedení žlutá, červená, modrá, zelená.</w:t>
      </w:r>
    </w:p>
    <w:p w14:paraId="4E2862E0" w14:textId="77777777" w:rsidR="00A97363" w:rsidRPr="00AA73A1" w:rsidRDefault="00A97363" w:rsidP="00A97363">
      <w:pPr>
        <w:pStyle w:val="Odstavecseseznamem"/>
        <w:numPr>
          <w:ilvl w:val="0"/>
          <w:numId w:val="35"/>
        </w:numPr>
        <w:spacing w:after="160" w:line="276" w:lineRule="auto"/>
        <w:jc w:val="both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>vaky nejsou součástí veřejné zakázky</w:t>
      </w:r>
    </w:p>
    <w:p w14:paraId="7E6619BE" w14:textId="77777777" w:rsidR="00A97363" w:rsidRPr="00AA73A1" w:rsidRDefault="00A97363" w:rsidP="00A9736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DF67D38" w14:textId="77777777" w:rsidR="00A97363" w:rsidRPr="00AA73A1" w:rsidRDefault="00A97363" w:rsidP="00A9736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2E9619" w14:textId="77777777" w:rsidR="00A97363" w:rsidRPr="00AA73A1" w:rsidRDefault="00A97363" w:rsidP="00A9736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41253B" w14:textId="77777777" w:rsidR="00A97363" w:rsidRPr="00AA73A1" w:rsidRDefault="00A97363" w:rsidP="00A97363">
      <w:pPr>
        <w:jc w:val="both"/>
        <w:rPr>
          <w:rFonts w:ascii="Arial" w:hAnsi="Arial" w:cs="Arial"/>
          <w:sz w:val="20"/>
          <w:szCs w:val="20"/>
        </w:rPr>
      </w:pPr>
      <w:r w:rsidRPr="00AA73A1">
        <w:rPr>
          <w:rFonts w:ascii="Arial" w:hAnsi="Arial" w:cs="Arial"/>
          <w:sz w:val="20"/>
          <w:szCs w:val="20"/>
        </w:rPr>
        <w:t xml:space="preserve">Požadavky na předmět plnění uvedené v tomto dokumentu jsou závazné, jejich nedodržení bude považováno za nesplnění zadávacích podmínek s následkem vyloučení dodavatele z účasti v zadávacím řízení. </w:t>
      </w:r>
    </w:p>
    <w:p w14:paraId="7AED9F60" w14:textId="77777777" w:rsidR="00A11A1A" w:rsidRPr="00A97363" w:rsidRDefault="00A11A1A" w:rsidP="00A97363"/>
    <w:sectPr w:rsidR="00A11A1A" w:rsidRPr="00A973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A9F89" w14:textId="77777777" w:rsidR="00422917" w:rsidRDefault="00422917">
      <w:r>
        <w:separator/>
      </w:r>
    </w:p>
  </w:endnote>
  <w:endnote w:type="continuationSeparator" w:id="0">
    <w:p w14:paraId="3B9FB546" w14:textId="77777777" w:rsidR="00422917" w:rsidRDefault="0042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DDAF" w14:textId="77777777" w:rsidR="003C31D5" w:rsidRDefault="003C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0625" w14:textId="16467647" w:rsidR="003C31D5" w:rsidRDefault="00AB4898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AA73A1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AA73A1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</w:p>
  <w:p w14:paraId="6ADC9753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2BA63BD9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B4B9B" w14:textId="77777777" w:rsidR="003C31D5" w:rsidRDefault="003C31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917F1" w14:textId="77777777" w:rsidR="00422917" w:rsidRDefault="00422917">
      <w:r>
        <w:separator/>
      </w:r>
    </w:p>
  </w:footnote>
  <w:footnote w:type="continuationSeparator" w:id="0">
    <w:p w14:paraId="3B48356F" w14:textId="77777777" w:rsidR="00422917" w:rsidRDefault="00422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4CBC8" w14:textId="77777777" w:rsidR="003C31D5" w:rsidRDefault="003C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B990" w14:textId="77777777" w:rsidR="003C31D5" w:rsidRDefault="00AB4898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4EAB7DA9" wp14:editId="24008A66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D46F5" w14:textId="77777777" w:rsidR="003C31D5" w:rsidRDefault="003C31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A13199"/>
    <w:multiLevelType w:val="hybridMultilevel"/>
    <w:tmpl w:val="036A5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743987"/>
    <w:multiLevelType w:val="hybridMultilevel"/>
    <w:tmpl w:val="57C0BC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522484"/>
    <w:multiLevelType w:val="multilevel"/>
    <w:tmpl w:val="A5509B8A"/>
    <w:lvl w:ilvl="0">
      <w:start w:val="1"/>
      <w:numFmt w:val="decimal"/>
      <w:lvlText w:val="%1."/>
      <w:lvlJc w:val="left"/>
      <w:pPr>
        <w:ind w:left="8015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3105AA"/>
    <w:multiLevelType w:val="hybridMultilevel"/>
    <w:tmpl w:val="F5C41B8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435102"/>
    <w:multiLevelType w:val="hybridMultilevel"/>
    <w:tmpl w:val="E84EA2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9" w15:restartNumberingAfterBreak="0">
    <w:nsid w:val="0C041F6C"/>
    <w:multiLevelType w:val="hybridMultilevel"/>
    <w:tmpl w:val="5172093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1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85E42"/>
    <w:multiLevelType w:val="hybridMultilevel"/>
    <w:tmpl w:val="3CE0E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CFD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E2D32"/>
    <w:multiLevelType w:val="hybridMultilevel"/>
    <w:tmpl w:val="59BAC896"/>
    <w:lvl w:ilvl="0" w:tplc="68BC66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5D72CD5"/>
    <w:multiLevelType w:val="multilevel"/>
    <w:tmpl w:val="E78EAEF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8E5B4A"/>
    <w:multiLevelType w:val="hybridMultilevel"/>
    <w:tmpl w:val="D0340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45F2F3B"/>
    <w:multiLevelType w:val="hybridMultilevel"/>
    <w:tmpl w:val="AD0C5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E1F49"/>
    <w:multiLevelType w:val="hybridMultilevel"/>
    <w:tmpl w:val="C23E57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A68E6"/>
    <w:multiLevelType w:val="multilevel"/>
    <w:tmpl w:val="FC46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6D44C28"/>
    <w:multiLevelType w:val="multilevel"/>
    <w:tmpl w:val="1F8228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E19275C"/>
    <w:multiLevelType w:val="multilevel"/>
    <w:tmpl w:val="6472C4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07F76C1"/>
    <w:multiLevelType w:val="hybridMultilevel"/>
    <w:tmpl w:val="92E6199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631D7A"/>
    <w:multiLevelType w:val="hybridMultilevel"/>
    <w:tmpl w:val="237C9CC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3D03FD0"/>
    <w:multiLevelType w:val="hybridMultilevel"/>
    <w:tmpl w:val="A6988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A31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F7872EC"/>
    <w:multiLevelType w:val="hybridMultilevel"/>
    <w:tmpl w:val="3446C5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CF0E79"/>
    <w:multiLevelType w:val="hybridMultilevel"/>
    <w:tmpl w:val="D0667BEC"/>
    <w:lvl w:ilvl="0" w:tplc="04050017">
      <w:start w:val="1"/>
      <w:numFmt w:val="lowerLetter"/>
      <w:lvlText w:val="%1)"/>
      <w:lvlJc w:val="left"/>
      <w:pPr>
        <w:ind w:left="1212" w:hanging="360"/>
      </w:p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7"/>
  </w:num>
  <w:num w:numId="2">
    <w:abstractNumId w:val="7"/>
  </w:num>
  <w:num w:numId="3">
    <w:abstractNumId w:val="2"/>
  </w:num>
  <w:num w:numId="4">
    <w:abstractNumId w:val="8"/>
  </w:num>
  <w:num w:numId="5">
    <w:abstractNumId w:val="15"/>
  </w:num>
  <w:num w:numId="6">
    <w:abstractNumId w:val="19"/>
  </w:num>
  <w:num w:numId="7">
    <w:abstractNumId w:val="0"/>
  </w:num>
  <w:num w:numId="8">
    <w:abstractNumId w:val="10"/>
  </w:num>
  <w:num w:numId="9">
    <w:abstractNumId w:val="11"/>
  </w:num>
  <w:num w:numId="10">
    <w:abstractNumId w:val="28"/>
  </w:num>
  <w:num w:numId="11">
    <w:abstractNumId w:val="27"/>
  </w:num>
  <w:num w:numId="12">
    <w:abstractNumId w:val="30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6"/>
  </w:num>
  <w:num w:numId="18">
    <w:abstractNumId w:val="22"/>
  </w:num>
  <w:num w:numId="19">
    <w:abstractNumId w:val="24"/>
  </w:num>
  <w:num w:numId="20">
    <w:abstractNumId w:val="9"/>
  </w:num>
  <w:num w:numId="21">
    <w:abstractNumId w:val="20"/>
  </w:num>
  <w:num w:numId="22">
    <w:abstractNumId w:val="3"/>
  </w:num>
  <w:num w:numId="23">
    <w:abstractNumId w:val="13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5"/>
  </w:num>
  <w:num w:numId="27">
    <w:abstractNumId w:val="12"/>
  </w:num>
  <w:num w:numId="28">
    <w:abstractNumId w:val="26"/>
  </w:num>
  <w:num w:numId="29">
    <w:abstractNumId w:val="21"/>
  </w:num>
  <w:num w:numId="30">
    <w:abstractNumId w:val="14"/>
  </w:num>
  <w:num w:numId="31">
    <w:abstractNumId w:val="23"/>
  </w:num>
  <w:num w:numId="32">
    <w:abstractNumId w:val="1"/>
  </w:num>
  <w:num w:numId="33">
    <w:abstractNumId w:val="25"/>
  </w:num>
  <w:num w:numId="34">
    <w:abstractNumId w:val="18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D5"/>
    <w:rsid w:val="00006AC4"/>
    <w:rsid w:val="00013615"/>
    <w:rsid w:val="00041042"/>
    <w:rsid w:val="00043DC5"/>
    <w:rsid w:val="000624A2"/>
    <w:rsid w:val="00073E76"/>
    <w:rsid w:val="001110CD"/>
    <w:rsid w:val="001131A0"/>
    <w:rsid w:val="00131B62"/>
    <w:rsid w:val="00140AB6"/>
    <w:rsid w:val="00144B95"/>
    <w:rsid w:val="00154C53"/>
    <w:rsid w:val="00181AC3"/>
    <w:rsid w:val="001D1BEC"/>
    <w:rsid w:val="00272338"/>
    <w:rsid w:val="00274D0A"/>
    <w:rsid w:val="002D3211"/>
    <w:rsid w:val="00343C9F"/>
    <w:rsid w:val="003C31D5"/>
    <w:rsid w:val="003E123E"/>
    <w:rsid w:val="00422917"/>
    <w:rsid w:val="00424EC8"/>
    <w:rsid w:val="00513D1E"/>
    <w:rsid w:val="00593330"/>
    <w:rsid w:val="005A5324"/>
    <w:rsid w:val="005F3F94"/>
    <w:rsid w:val="00652FD6"/>
    <w:rsid w:val="00661395"/>
    <w:rsid w:val="006D1998"/>
    <w:rsid w:val="006F0408"/>
    <w:rsid w:val="00706389"/>
    <w:rsid w:val="00752FD2"/>
    <w:rsid w:val="00770879"/>
    <w:rsid w:val="007A2B4B"/>
    <w:rsid w:val="007A6D86"/>
    <w:rsid w:val="007E6B83"/>
    <w:rsid w:val="00814083"/>
    <w:rsid w:val="00827631"/>
    <w:rsid w:val="00857C02"/>
    <w:rsid w:val="00897DDC"/>
    <w:rsid w:val="008D1437"/>
    <w:rsid w:val="008F3D74"/>
    <w:rsid w:val="00901845"/>
    <w:rsid w:val="009641ED"/>
    <w:rsid w:val="00964E4C"/>
    <w:rsid w:val="009D387A"/>
    <w:rsid w:val="00A11A1A"/>
    <w:rsid w:val="00A2016F"/>
    <w:rsid w:val="00A47985"/>
    <w:rsid w:val="00A604C4"/>
    <w:rsid w:val="00A7510C"/>
    <w:rsid w:val="00A97363"/>
    <w:rsid w:val="00AA73A1"/>
    <w:rsid w:val="00AB4898"/>
    <w:rsid w:val="00AB61DD"/>
    <w:rsid w:val="00AC604F"/>
    <w:rsid w:val="00B02BD4"/>
    <w:rsid w:val="00B92C74"/>
    <w:rsid w:val="00BF188B"/>
    <w:rsid w:val="00C12B1C"/>
    <w:rsid w:val="00CC5EF0"/>
    <w:rsid w:val="00CD05D3"/>
    <w:rsid w:val="00D420BB"/>
    <w:rsid w:val="00DD4A8B"/>
    <w:rsid w:val="00E17B2E"/>
    <w:rsid w:val="00E31FD9"/>
    <w:rsid w:val="00E3231D"/>
    <w:rsid w:val="00E36328"/>
    <w:rsid w:val="00E54103"/>
    <w:rsid w:val="00E726BD"/>
    <w:rsid w:val="00E90ADC"/>
    <w:rsid w:val="00EF18B7"/>
    <w:rsid w:val="00F033FD"/>
    <w:rsid w:val="00F235DE"/>
    <w:rsid w:val="00F509B7"/>
    <w:rsid w:val="00FC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37342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rsid w:val="00AC604F"/>
    <w:pPr>
      <w:keepNext/>
      <w:tabs>
        <w:tab w:val="left" w:pos="567"/>
        <w:tab w:val="left" w:pos="851"/>
      </w:tabs>
      <w:spacing w:before="240" w:after="240"/>
      <w:ind w:firstLine="284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sid w:val="00AC604F"/>
    <w:rPr>
      <w:rFonts w:ascii="Arial" w:hAnsi="Arial" w:cs="Arial"/>
      <w:b/>
      <w:bCs/>
      <w:iCs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Textvbloku">
    <w:name w:val="Block Text"/>
    <w:basedOn w:val="Normln"/>
    <w:rsid w:val="00006AC4"/>
    <w:pPr>
      <w:spacing w:line="360" w:lineRule="auto"/>
      <w:ind w:left="360" w:right="278"/>
      <w:jc w:val="both"/>
    </w:pPr>
    <w:rPr>
      <w:rFonts w:ascii="Arial" w:hAnsi="Arial"/>
      <w:bCs/>
      <w:sz w:val="22"/>
      <w:szCs w:val="20"/>
    </w:rPr>
  </w:style>
  <w:style w:type="paragraph" w:customStyle="1" w:styleId="My1">
    <w:name w:val="My 1"/>
    <w:basedOn w:val="Normln"/>
    <w:link w:val="My1Char"/>
    <w:qFormat/>
    <w:rsid w:val="00006AC4"/>
    <w:pPr>
      <w:spacing w:after="120" w:line="264" w:lineRule="auto"/>
      <w:jc w:val="both"/>
    </w:pPr>
    <w:rPr>
      <w:rFonts w:eastAsia="Calibri"/>
      <w:lang w:eastAsia="en-US"/>
    </w:rPr>
  </w:style>
  <w:style w:type="character" w:customStyle="1" w:styleId="My1Char">
    <w:name w:val="My 1 Char"/>
    <w:link w:val="My1"/>
    <w:rsid w:val="00006AC4"/>
    <w:rPr>
      <w:rFonts w:eastAsia="Calibri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814083"/>
    <w:pPr>
      <w:spacing w:after="120"/>
      <w:ind w:left="283"/>
    </w:pPr>
    <w:rPr>
      <w:rFonts w:ascii="Arial" w:hAnsi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14083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3D06F-EB5D-4470-A505-D968A1D46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2</TotalTime>
  <Pages>2</Pages>
  <Words>382</Words>
  <Characters>2259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4</cp:revision>
  <dcterms:created xsi:type="dcterms:W3CDTF">2024-03-01T09:46:00Z</dcterms:created>
  <dcterms:modified xsi:type="dcterms:W3CDTF">2024-04-08T13:15:00Z</dcterms:modified>
</cp:coreProperties>
</file>